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Ind w:w="108" w:type="dxa"/>
        <w:tblLook w:val="04A0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BA768C" w:rsidRDefault="003321C2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3F5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ГЕОГРАФИЈА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ШКОЛА:</w:t>
            </w:r>
            <w:r w:rsidR="003F5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BA768C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3F5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D6246" w:rsidRP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A768C" w:rsidRP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ГОДИШЊА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BD624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Годишња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градива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3F5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proofErr w:type="spellStart"/>
            <w:r w:rsidR="00BA768C">
              <w:rPr>
                <w:rFonts w:ascii="Times New Roman" w:hAnsi="Times New Roman" w:cs="Times New Roman"/>
                <w:sz w:val="24"/>
                <w:szCs w:val="24"/>
              </w:rPr>
              <w:t>истематизација</w:t>
            </w:r>
            <w:proofErr w:type="spellEnd"/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3F58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усвојених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одлима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континената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3F58BF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</w:t>
            </w:r>
          </w:p>
          <w:p w:rsidR="00BD6246" w:rsidRDefault="00A45210" w:rsidP="00BD62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 w:rsidRPr="003F5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парактичну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систематизовати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континената</w:t>
            </w:r>
          </w:p>
          <w:p w:rsidR="00A45210" w:rsidRPr="00545C96" w:rsidRDefault="00BD6246" w:rsidP="00BD62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 w:rsidRPr="003F5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3F58BF" w:rsidRDefault="003F58BF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</w:t>
            </w:r>
          </w:p>
          <w:p w:rsidR="00670648" w:rsidRDefault="00670648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завршетку часа ученик ће бити у стању да:</w:t>
            </w:r>
          </w:p>
          <w:p w:rsidR="00D0461E" w:rsidRPr="005F7634" w:rsidRDefault="003F58BF" w:rsidP="00BD62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изврши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упоредну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анализу географских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 w:rsidRP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појединих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BD6246" w:rsidRDefault="003F58BF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1.1.3.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репознаје и чита геогра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фске и допунске елементе карте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репознаје основне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континената</w:t>
            </w:r>
          </w:p>
          <w:p w:rsidR="00670648" w:rsidRPr="00466279" w:rsidRDefault="003F58BF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BD624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дређује положај места и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тачака на географској карти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ГЕ2.1.3.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писује географске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континената</w:t>
            </w:r>
          </w:p>
          <w:p w:rsidR="00670648" w:rsidRDefault="003F58BF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</w:p>
          <w:p w:rsidR="00BD6246" w:rsidRDefault="005F7634" w:rsidP="00BD624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</w:t>
            </w:r>
            <w:r w:rsidR="003F58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нализира географску карту и доноси закључке о</w:t>
            </w:r>
            <w:r w:rsidR="003F58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географским одлика</w:t>
            </w:r>
            <w:r w:rsidR="003F58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континената</w:t>
            </w:r>
          </w:p>
          <w:p w:rsidR="00664F16" w:rsidRPr="005F7634" w:rsidRDefault="005F7634" w:rsidP="003F58B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</w:t>
            </w:r>
            <w:r w:rsidR="003F58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бјашњава географске везе и законитости</w:t>
            </w:r>
            <w:r w:rsidR="003F58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6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континената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6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4475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илустративно-демонстрациона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BD624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географије, Географски атлас – издање Завода за уџбенике, Београд, Вежбанка за географију, 7. разред (неме карте) – издање Завода за уџбенике, Београд,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3F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3F58BF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4475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циљевима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 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начином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484121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шест група.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4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вака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група добија задатак да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претходно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стечених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света,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сумира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 континената.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су: Европа,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Азија, Африка, Северна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Америка, Јужна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Америка, Аустралија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Океанијом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поларним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областима.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Групе добијају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истоветне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задатке:</w:t>
            </w:r>
          </w:p>
          <w:p w:rsidR="00C209D4" w:rsidRDefault="003F58BF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екватор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Гринич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209D4" w:rsidRDefault="003F58BF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издвајање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најкрупнијих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разуђености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209D4" w:rsidRDefault="003F58BF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издвајање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209D4" w:rsidRDefault="003F58BF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–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хидрографске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мреже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209D4" w:rsidRPr="00545C96" w:rsidRDefault="003F58BF" w:rsidP="00C209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издвајање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3F58BF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B1BF1" w:rsidP="00C209D4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Позивамо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једног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ученика</w:t>
            </w:r>
            <w:r w:rsidR="00886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сваке групе да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резултате рада.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бележи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најважније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тезе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3F5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0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таблу. </w:t>
            </w:r>
            <w:bookmarkStart w:id="0" w:name="_GoBack"/>
            <w:bookmarkEnd w:id="0"/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3F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3F58BF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</w:t>
            </w:r>
          </w:p>
        </w:tc>
      </w:tr>
      <w:tr w:rsidR="003F58BF" w:rsidRPr="003321C2" w:rsidTr="003F58BF">
        <w:trPr>
          <w:trHeight w:val="1401"/>
        </w:trPr>
        <w:tc>
          <w:tcPr>
            <w:tcW w:w="9468" w:type="dxa"/>
            <w:shd w:val="clear" w:color="auto" w:fill="FFFFFF" w:themeFill="background1"/>
          </w:tcPr>
          <w:p w:rsidR="003F58BF" w:rsidRDefault="003F58BF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hyphenationZone w:val="425"/>
  <w:characterSpacingControl w:val="doNotCompress"/>
  <w:compat/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3F58BF"/>
    <w:rsid w:val="00417219"/>
    <w:rsid w:val="00447510"/>
    <w:rsid w:val="00466279"/>
    <w:rsid w:val="00484121"/>
    <w:rsid w:val="004C7CD5"/>
    <w:rsid w:val="00545C96"/>
    <w:rsid w:val="005D66C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86FCB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A768C"/>
    <w:rsid w:val="00BD6246"/>
    <w:rsid w:val="00BF20E4"/>
    <w:rsid w:val="00C209D4"/>
    <w:rsid w:val="00C379D6"/>
    <w:rsid w:val="00C70D9C"/>
    <w:rsid w:val="00C81044"/>
    <w:rsid w:val="00CA6C6A"/>
    <w:rsid w:val="00CC0911"/>
    <w:rsid w:val="00D0461E"/>
    <w:rsid w:val="00DB1BF1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Normalnatabela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sussalistom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3F172-287A-422A-B0DD-E7F82511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Andrea Kekić</cp:lastModifiedBy>
  <cp:revision>2</cp:revision>
  <dcterms:created xsi:type="dcterms:W3CDTF">2020-09-02T11:51:00Z</dcterms:created>
  <dcterms:modified xsi:type="dcterms:W3CDTF">2020-09-02T11:51:00Z</dcterms:modified>
</cp:coreProperties>
</file>